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8A27A8" w:rsidRDefault="005E31B0" w:rsidP="008A27A8">
      <w:pPr>
        <w:pStyle w:val="NoSpacing"/>
      </w:pPr>
    </w:p>
    <w:p w14:paraId="7B33BCB3" w14:textId="77777777" w:rsidR="00462DB4" w:rsidRPr="008A27A8" w:rsidRDefault="00462DB4" w:rsidP="008A27A8">
      <w:pPr>
        <w:pStyle w:val="NoSpacing"/>
      </w:pPr>
    </w:p>
    <w:p w14:paraId="0ADB1079" w14:textId="77777777" w:rsidR="00462DB4" w:rsidRDefault="00462DB4" w:rsidP="008A27A8">
      <w:pPr>
        <w:pStyle w:val="NoSpacing"/>
      </w:pPr>
    </w:p>
    <w:p w14:paraId="701422CE" w14:textId="77777777" w:rsidR="008A27A8" w:rsidRPr="008A27A8" w:rsidRDefault="008A27A8" w:rsidP="008A27A8">
      <w:pPr>
        <w:pStyle w:val="NoSpacing"/>
      </w:pPr>
    </w:p>
    <w:p w14:paraId="1113A596" w14:textId="0B985B74" w:rsidR="00462DB4" w:rsidRDefault="008A27A8" w:rsidP="008A27A8">
      <w:pPr>
        <w:pStyle w:val="NoSpacing"/>
        <w:rPr>
          <w:b w:val="0"/>
          <w:bCs w:val="0"/>
        </w:rPr>
      </w:pPr>
      <w:r>
        <w:t>Bron</w:t>
      </w:r>
    </w:p>
    <w:p w14:paraId="67EA4877" w14:textId="680D6AE8" w:rsidR="008A27A8" w:rsidRDefault="008A27A8" w:rsidP="008A27A8">
      <w:pPr>
        <w:pStyle w:val="NoSpacing"/>
        <w:rPr>
          <w:b w:val="0"/>
          <w:bCs w:val="0"/>
        </w:rPr>
      </w:pPr>
      <w:hyperlink r:id="rId7" w:history="1">
        <w:r w:rsidRPr="003A38E5">
          <w:rPr>
            <w:rStyle w:val="Hyperlink"/>
            <w:b w:val="0"/>
            <w:bCs w:val="0"/>
          </w:rPr>
          <w:t>http://handboek.pe1mew.nl/?Spelidee%C3%ABn:Headcam</w:t>
        </w:r>
      </w:hyperlink>
    </w:p>
    <w:p w14:paraId="1CDAAC05" w14:textId="77777777" w:rsidR="008A27A8" w:rsidRDefault="008A27A8" w:rsidP="008A27A8">
      <w:pPr>
        <w:pStyle w:val="NoSpacing"/>
        <w:rPr>
          <w:b w:val="0"/>
          <w:bCs w:val="0"/>
        </w:rPr>
      </w:pPr>
    </w:p>
    <w:p w14:paraId="1CB68741" w14:textId="52952DB4" w:rsidR="008A27A8" w:rsidRDefault="008A27A8" w:rsidP="008A27A8">
      <w:pPr>
        <w:pStyle w:val="NoSpacing"/>
        <w:rPr>
          <w:b w:val="0"/>
          <w:bCs w:val="0"/>
        </w:rPr>
      </w:pPr>
      <w:r>
        <w:t>Speltakken</w:t>
      </w:r>
    </w:p>
    <w:p w14:paraId="6CF10AD9" w14:textId="21E85F9E" w:rsidR="008A27A8" w:rsidRDefault="008A27A8" w:rsidP="008A27A8">
      <w:pPr>
        <w:pStyle w:val="NoSpacing"/>
        <w:numPr>
          <w:ilvl w:val="0"/>
          <w:numId w:val="1"/>
        </w:numPr>
        <w:rPr>
          <w:b w:val="0"/>
          <w:bCs w:val="0"/>
        </w:rPr>
      </w:pPr>
      <w:r>
        <w:rPr>
          <w:b w:val="0"/>
          <w:bCs w:val="0"/>
        </w:rPr>
        <w:t>Welpen</w:t>
      </w:r>
    </w:p>
    <w:p w14:paraId="702EAC86" w14:textId="444B9B15" w:rsidR="008A27A8" w:rsidRDefault="008A27A8" w:rsidP="008A27A8">
      <w:pPr>
        <w:pStyle w:val="NoSpacing"/>
        <w:numPr>
          <w:ilvl w:val="0"/>
          <w:numId w:val="1"/>
        </w:numPr>
        <w:rPr>
          <w:b w:val="0"/>
          <w:bCs w:val="0"/>
        </w:rPr>
      </w:pPr>
      <w:r>
        <w:rPr>
          <w:b w:val="0"/>
          <w:bCs w:val="0"/>
        </w:rPr>
        <w:t>Scouts</w:t>
      </w:r>
    </w:p>
    <w:p w14:paraId="65D3606B" w14:textId="031A0832" w:rsidR="008A27A8" w:rsidRDefault="008A27A8" w:rsidP="008A27A8">
      <w:pPr>
        <w:pStyle w:val="NoSpacing"/>
        <w:numPr>
          <w:ilvl w:val="0"/>
          <w:numId w:val="1"/>
        </w:numPr>
        <w:rPr>
          <w:b w:val="0"/>
          <w:bCs w:val="0"/>
        </w:rPr>
      </w:pPr>
      <w:r>
        <w:rPr>
          <w:b w:val="0"/>
          <w:bCs w:val="0"/>
        </w:rPr>
        <w:t>Explorers</w:t>
      </w:r>
    </w:p>
    <w:p w14:paraId="0E9B2B75" w14:textId="40191C65" w:rsidR="008A27A8" w:rsidRDefault="008A27A8" w:rsidP="008A27A8">
      <w:pPr>
        <w:pStyle w:val="NoSpacing"/>
        <w:numPr>
          <w:ilvl w:val="0"/>
          <w:numId w:val="1"/>
        </w:numPr>
        <w:rPr>
          <w:b w:val="0"/>
          <w:bCs w:val="0"/>
        </w:rPr>
      </w:pPr>
      <w:r>
        <w:rPr>
          <w:b w:val="0"/>
          <w:bCs w:val="0"/>
        </w:rPr>
        <w:t>Roverscouts</w:t>
      </w:r>
    </w:p>
    <w:p w14:paraId="5DCEB2CD" w14:textId="09412DA4" w:rsidR="008A27A8" w:rsidRDefault="008A27A8" w:rsidP="008A27A8">
      <w:pPr>
        <w:pStyle w:val="NoSpacing"/>
        <w:numPr>
          <w:ilvl w:val="0"/>
          <w:numId w:val="1"/>
        </w:numPr>
        <w:rPr>
          <w:b w:val="0"/>
          <w:bCs w:val="0"/>
        </w:rPr>
      </w:pPr>
      <w:r>
        <w:rPr>
          <w:b w:val="0"/>
          <w:bCs w:val="0"/>
        </w:rPr>
        <w:t>Plusscouts</w:t>
      </w:r>
    </w:p>
    <w:p w14:paraId="75D98722" w14:textId="77777777" w:rsidR="008A27A8" w:rsidRDefault="008A27A8" w:rsidP="008A27A8">
      <w:pPr>
        <w:pStyle w:val="NoSpacing"/>
        <w:rPr>
          <w:b w:val="0"/>
          <w:bCs w:val="0"/>
        </w:rPr>
      </w:pPr>
    </w:p>
    <w:p w14:paraId="799E119F" w14:textId="671C4CB5" w:rsidR="008A27A8" w:rsidRDefault="008A27A8" w:rsidP="008A27A8">
      <w:pPr>
        <w:pStyle w:val="NoSpacing"/>
      </w:pPr>
      <w:r>
        <w:t>Activiteit</w:t>
      </w:r>
    </w:p>
    <w:p w14:paraId="75BED0B5" w14:textId="41751B38" w:rsidR="008A27A8" w:rsidRDefault="008A27A8" w:rsidP="008A27A8">
      <w:pPr>
        <w:pStyle w:val="NoSpacing"/>
        <w:rPr>
          <w:b w:val="0"/>
          <w:bCs w:val="0"/>
        </w:rPr>
      </w:pPr>
      <w:r>
        <w:rPr>
          <w:b w:val="0"/>
          <w:bCs w:val="0"/>
        </w:rPr>
        <w:t>Je zet 1 deelnemer in een afgesloten ruimte. Deze blinddoek je en doe je een bouwhelm met draadloze camera op diens hoofd, en geef je een portofoon. Vervolgens moet hij/zij een opdracht gaan uitvoeren.</w:t>
      </w:r>
    </w:p>
    <w:p w14:paraId="15B00EF8" w14:textId="77777777" w:rsidR="008A27A8" w:rsidRDefault="008A27A8" w:rsidP="008A27A8">
      <w:pPr>
        <w:pStyle w:val="NoSpacing"/>
        <w:rPr>
          <w:b w:val="0"/>
          <w:bCs w:val="0"/>
        </w:rPr>
      </w:pPr>
    </w:p>
    <w:p w14:paraId="56401DFA" w14:textId="35928A2F" w:rsidR="008A27A8" w:rsidRDefault="008A27A8" w:rsidP="008A27A8">
      <w:pPr>
        <w:pStyle w:val="NoSpacing"/>
        <w:rPr>
          <w:b w:val="0"/>
          <w:bCs w:val="0"/>
        </w:rPr>
      </w:pPr>
      <w:r>
        <w:rPr>
          <w:b w:val="0"/>
          <w:bCs w:val="0"/>
        </w:rPr>
        <w:t>Uiteraard kan dat niet zonder de hulp van anderen. Daarom zitten er in een andere kamer de andere deelnemers. Die kijken met de camera mee op een TV waar de “andere kant” van de draadloze camera op aangesloten zit. Zij proberen de geblinddoekte deelnemer door de opdracht heen te praten.</w:t>
      </w:r>
    </w:p>
    <w:p w14:paraId="17975A32" w14:textId="77777777" w:rsidR="008A27A8" w:rsidRDefault="008A27A8" w:rsidP="008A27A8">
      <w:pPr>
        <w:pStyle w:val="NoSpacing"/>
        <w:rPr>
          <w:b w:val="0"/>
          <w:bCs w:val="0"/>
        </w:rPr>
      </w:pPr>
    </w:p>
    <w:p w14:paraId="5CBD9D15" w14:textId="10131D12" w:rsidR="008A27A8" w:rsidRDefault="008A27A8" w:rsidP="008A27A8">
      <w:pPr>
        <w:pStyle w:val="NoSpacing"/>
        <w:rPr>
          <w:b w:val="0"/>
          <w:bCs w:val="0"/>
        </w:rPr>
      </w:pPr>
      <w:r>
        <w:rPr>
          <w:b w:val="0"/>
          <w:bCs w:val="0"/>
        </w:rPr>
        <w:t>Qua opdrachten kan je denken aan:</w:t>
      </w:r>
    </w:p>
    <w:p w14:paraId="18FA69B2" w14:textId="03333D68" w:rsidR="008A27A8" w:rsidRDefault="008A27A8" w:rsidP="008A27A8">
      <w:pPr>
        <w:pStyle w:val="NoSpacing"/>
        <w:numPr>
          <w:ilvl w:val="0"/>
          <w:numId w:val="1"/>
        </w:numPr>
        <w:rPr>
          <w:b w:val="0"/>
          <w:bCs w:val="0"/>
        </w:rPr>
      </w:pPr>
      <w:r>
        <w:rPr>
          <w:b w:val="0"/>
          <w:bCs w:val="0"/>
        </w:rPr>
        <w:t>Door een parcours lopen</w:t>
      </w:r>
    </w:p>
    <w:p w14:paraId="7ED67DE9" w14:textId="01E9DF64" w:rsidR="008A27A8" w:rsidRDefault="008A27A8" w:rsidP="008A27A8">
      <w:pPr>
        <w:pStyle w:val="NoSpacing"/>
        <w:numPr>
          <w:ilvl w:val="0"/>
          <w:numId w:val="1"/>
        </w:numPr>
        <w:rPr>
          <w:b w:val="0"/>
          <w:bCs w:val="0"/>
        </w:rPr>
      </w:pPr>
      <w:r>
        <w:rPr>
          <w:b w:val="0"/>
          <w:bCs w:val="0"/>
        </w:rPr>
        <w:t>Een boterham smeren</w:t>
      </w:r>
    </w:p>
    <w:p w14:paraId="19525337" w14:textId="599D0CA0" w:rsidR="008A27A8" w:rsidRDefault="008A27A8" w:rsidP="008A27A8">
      <w:pPr>
        <w:pStyle w:val="NoSpacing"/>
        <w:numPr>
          <w:ilvl w:val="0"/>
          <w:numId w:val="1"/>
        </w:numPr>
        <w:rPr>
          <w:b w:val="0"/>
          <w:bCs w:val="0"/>
        </w:rPr>
      </w:pPr>
      <w:r>
        <w:rPr>
          <w:b w:val="0"/>
          <w:bCs w:val="0"/>
        </w:rPr>
        <w:t>Een bouwwerk maken van prikkers en marshmallows</w:t>
      </w:r>
    </w:p>
    <w:p w14:paraId="31904295" w14:textId="79D7BF43" w:rsidR="008A27A8" w:rsidRDefault="008A27A8" w:rsidP="008A27A8">
      <w:pPr>
        <w:pStyle w:val="NoSpacing"/>
        <w:numPr>
          <w:ilvl w:val="0"/>
          <w:numId w:val="1"/>
        </w:numPr>
        <w:rPr>
          <w:b w:val="0"/>
          <w:bCs w:val="0"/>
        </w:rPr>
      </w:pPr>
      <w:r>
        <w:rPr>
          <w:b w:val="0"/>
          <w:bCs w:val="0"/>
        </w:rPr>
        <w:t>Een tekening maken</w:t>
      </w:r>
    </w:p>
    <w:p w14:paraId="0A3380E1" w14:textId="77777777" w:rsidR="008A27A8" w:rsidRDefault="008A27A8" w:rsidP="008A27A8">
      <w:pPr>
        <w:pStyle w:val="NoSpacing"/>
        <w:rPr>
          <w:b w:val="0"/>
          <w:bCs w:val="0"/>
        </w:rPr>
      </w:pPr>
    </w:p>
    <w:p w14:paraId="64FD4315" w14:textId="39A0E702" w:rsidR="008A27A8" w:rsidRDefault="008A27A8" w:rsidP="008A27A8">
      <w:pPr>
        <w:pStyle w:val="NoSpacing"/>
        <w:rPr>
          <w:b w:val="0"/>
          <w:bCs w:val="0"/>
        </w:rPr>
      </w:pPr>
      <w:r>
        <w:t>Benodigdheden</w:t>
      </w:r>
    </w:p>
    <w:p w14:paraId="46A14B82" w14:textId="31344516" w:rsidR="008A27A8" w:rsidRDefault="008A27A8" w:rsidP="008A27A8">
      <w:pPr>
        <w:pStyle w:val="NoSpacing"/>
        <w:numPr>
          <w:ilvl w:val="0"/>
          <w:numId w:val="1"/>
        </w:numPr>
        <w:rPr>
          <w:b w:val="0"/>
          <w:bCs w:val="0"/>
        </w:rPr>
      </w:pPr>
      <w:r>
        <w:rPr>
          <w:b w:val="0"/>
          <w:bCs w:val="0"/>
        </w:rPr>
        <w:t>Bouwhelm</w:t>
      </w:r>
    </w:p>
    <w:p w14:paraId="0A77B010" w14:textId="4CBF680B" w:rsidR="008A27A8" w:rsidRDefault="008A27A8" w:rsidP="008A27A8">
      <w:pPr>
        <w:pStyle w:val="NoSpacing"/>
        <w:numPr>
          <w:ilvl w:val="0"/>
          <w:numId w:val="1"/>
        </w:numPr>
        <w:rPr>
          <w:b w:val="0"/>
          <w:bCs w:val="0"/>
        </w:rPr>
      </w:pPr>
      <w:r>
        <w:rPr>
          <w:b w:val="0"/>
          <w:bCs w:val="0"/>
        </w:rPr>
        <w:t>Draadloze camera</w:t>
      </w:r>
    </w:p>
    <w:p w14:paraId="434FAC67" w14:textId="1D018693" w:rsidR="008A27A8" w:rsidRDefault="008A27A8" w:rsidP="008A27A8">
      <w:pPr>
        <w:pStyle w:val="NoSpacing"/>
        <w:numPr>
          <w:ilvl w:val="0"/>
          <w:numId w:val="1"/>
        </w:numPr>
        <w:rPr>
          <w:b w:val="0"/>
          <w:bCs w:val="0"/>
        </w:rPr>
      </w:pPr>
      <w:r>
        <w:rPr>
          <w:b w:val="0"/>
          <w:bCs w:val="0"/>
        </w:rPr>
        <w:t>Minstens 2 portofoons</w:t>
      </w:r>
    </w:p>
    <w:p w14:paraId="7EA5101D" w14:textId="7D59E079" w:rsidR="008A27A8" w:rsidRDefault="008A27A8" w:rsidP="008A27A8">
      <w:pPr>
        <w:pStyle w:val="NoSpacing"/>
        <w:numPr>
          <w:ilvl w:val="0"/>
          <w:numId w:val="1"/>
        </w:numPr>
        <w:rPr>
          <w:b w:val="0"/>
          <w:bCs w:val="0"/>
        </w:rPr>
      </w:pPr>
      <w:r>
        <w:rPr>
          <w:b w:val="0"/>
          <w:bCs w:val="0"/>
        </w:rPr>
        <w:t>Blinddoek</w:t>
      </w:r>
    </w:p>
    <w:p w14:paraId="7A15E3E6" w14:textId="66CFE61F" w:rsidR="008A27A8" w:rsidRDefault="008A27A8" w:rsidP="008A27A8">
      <w:pPr>
        <w:pStyle w:val="NoSpacing"/>
        <w:numPr>
          <w:ilvl w:val="0"/>
          <w:numId w:val="1"/>
        </w:numPr>
        <w:rPr>
          <w:b w:val="0"/>
          <w:bCs w:val="0"/>
        </w:rPr>
      </w:pPr>
      <w:r>
        <w:rPr>
          <w:b w:val="0"/>
          <w:bCs w:val="0"/>
        </w:rPr>
        <w:t>TV</w:t>
      </w:r>
    </w:p>
    <w:p w14:paraId="15E6AC14" w14:textId="177CA1B9" w:rsidR="008A27A8" w:rsidRDefault="008A27A8" w:rsidP="008A27A8">
      <w:pPr>
        <w:pStyle w:val="NoSpacing"/>
        <w:numPr>
          <w:ilvl w:val="0"/>
          <w:numId w:val="1"/>
        </w:numPr>
        <w:rPr>
          <w:b w:val="0"/>
          <w:bCs w:val="0"/>
        </w:rPr>
      </w:pPr>
      <w:r>
        <w:rPr>
          <w:b w:val="0"/>
          <w:bCs w:val="0"/>
        </w:rPr>
        <w:t>Materialen voor je opdracht</w:t>
      </w:r>
    </w:p>
    <w:p w14:paraId="51EE3909" w14:textId="77777777" w:rsidR="008A27A8" w:rsidRDefault="008A27A8" w:rsidP="008A27A8">
      <w:pPr>
        <w:pStyle w:val="NoSpacing"/>
        <w:rPr>
          <w:b w:val="0"/>
          <w:bCs w:val="0"/>
        </w:rPr>
      </w:pPr>
    </w:p>
    <w:p w14:paraId="45FF6AF0" w14:textId="78AFC23A" w:rsidR="008A27A8" w:rsidRDefault="008A27A8" w:rsidP="008A27A8">
      <w:pPr>
        <w:pStyle w:val="NoSpacing"/>
        <w:rPr>
          <w:b w:val="0"/>
          <w:bCs w:val="0"/>
        </w:rPr>
      </w:pPr>
      <w:r>
        <w:t>Activiteitengebieden</w:t>
      </w:r>
    </w:p>
    <w:p w14:paraId="6AD4410E" w14:textId="7C93F093" w:rsidR="008A27A8" w:rsidRDefault="008A27A8" w:rsidP="008A27A8">
      <w:pPr>
        <w:pStyle w:val="NoSpacing"/>
        <w:numPr>
          <w:ilvl w:val="0"/>
          <w:numId w:val="1"/>
        </w:numPr>
        <w:rPr>
          <w:b w:val="0"/>
          <w:bCs w:val="0"/>
        </w:rPr>
      </w:pPr>
      <w:r>
        <w:rPr>
          <w:b w:val="0"/>
          <w:bCs w:val="0"/>
        </w:rPr>
        <w:t>Sport &amp; Spel</w:t>
      </w:r>
    </w:p>
    <w:p w14:paraId="428403F4" w14:textId="0C6497CD" w:rsidR="008A27A8" w:rsidRPr="008A27A8" w:rsidRDefault="008A27A8" w:rsidP="008A27A8">
      <w:pPr>
        <w:pStyle w:val="NoSpacing"/>
        <w:numPr>
          <w:ilvl w:val="0"/>
          <w:numId w:val="1"/>
        </w:numPr>
        <w:rPr>
          <w:b w:val="0"/>
          <w:bCs w:val="0"/>
        </w:rPr>
      </w:pPr>
      <w:r>
        <w:rPr>
          <w:b w:val="0"/>
          <w:bCs w:val="0"/>
        </w:rPr>
        <w:t>Eigenlijk kunnen alle wel, afhankelijk van de opdracht.</w:t>
      </w:r>
    </w:p>
    <w:p w14:paraId="39C424BD" w14:textId="71716FD6" w:rsidR="00462DB4" w:rsidRPr="008A27A8" w:rsidRDefault="00462DB4" w:rsidP="008A27A8">
      <w:pPr>
        <w:pStyle w:val="NoSpacing"/>
      </w:pPr>
    </w:p>
    <w:sectPr w:rsidR="00462DB4" w:rsidRPr="008A27A8"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32940C" w14:textId="77777777" w:rsidR="00AE58D4" w:rsidRDefault="00AE58D4" w:rsidP="00EA252A">
      <w:pPr>
        <w:spacing w:after="0" w:line="240" w:lineRule="auto"/>
      </w:pPr>
      <w:r>
        <w:separator/>
      </w:r>
    </w:p>
  </w:endnote>
  <w:endnote w:type="continuationSeparator" w:id="0">
    <w:p w14:paraId="5BE607A9" w14:textId="77777777" w:rsidR="00AE58D4" w:rsidRDefault="00AE58D4"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2B412C" w14:textId="77777777" w:rsidR="00AE58D4" w:rsidRDefault="00AE58D4" w:rsidP="00EA252A">
      <w:pPr>
        <w:spacing w:after="0" w:line="240" w:lineRule="auto"/>
      </w:pPr>
      <w:r>
        <w:separator/>
      </w:r>
    </w:p>
  </w:footnote>
  <w:footnote w:type="continuationSeparator" w:id="0">
    <w:p w14:paraId="7A14CDE1" w14:textId="77777777" w:rsidR="00AE58D4" w:rsidRDefault="00AE58D4"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2DD2F8EA"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8A27A8">
      <w:rPr>
        <w:color w:val="FFFFFF" w:themeColor="background1"/>
      </w:rPr>
      <w:t>PE1MEW</w:t>
    </w:r>
  </w:p>
  <w:p w14:paraId="2E5C91D2" w14:textId="5C4163D1" w:rsidR="00462DB4" w:rsidRPr="008B23FF" w:rsidRDefault="008A27A8" w:rsidP="00462DB4">
    <w:pPr>
      <w:pStyle w:val="Title"/>
      <w:rPr>
        <w:color w:val="FFFFFF" w:themeColor="background1"/>
      </w:rPr>
    </w:pPr>
    <w:proofErr w:type="spellStart"/>
    <w:r>
      <w:rPr>
        <w:color w:val="FFFFFF" w:themeColor="background1"/>
      </w:rPr>
      <w:t>Headcam</w:t>
    </w:r>
    <w:proofErr w:type="spellEnd"/>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F030C7"/>
    <w:multiLevelType w:val="hybridMultilevel"/>
    <w:tmpl w:val="67BADE14"/>
    <w:lvl w:ilvl="0" w:tplc="180E361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5681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302AD2"/>
    <w:rsid w:val="00462DB4"/>
    <w:rsid w:val="004F1D93"/>
    <w:rsid w:val="005153E6"/>
    <w:rsid w:val="005837D4"/>
    <w:rsid w:val="005E31B0"/>
    <w:rsid w:val="00656311"/>
    <w:rsid w:val="0074297D"/>
    <w:rsid w:val="00790541"/>
    <w:rsid w:val="007D223F"/>
    <w:rsid w:val="007E1CAF"/>
    <w:rsid w:val="00815115"/>
    <w:rsid w:val="00835635"/>
    <w:rsid w:val="008439F4"/>
    <w:rsid w:val="008879FE"/>
    <w:rsid w:val="008A27A8"/>
    <w:rsid w:val="008D301C"/>
    <w:rsid w:val="009839E5"/>
    <w:rsid w:val="00A15E9C"/>
    <w:rsid w:val="00AD49C3"/>
    <w:rsid w:val="00AE5866"/>
    <w:rsid w:val="00AE58D4"/>
    <w:rsid w:val="00CC371E"/>
    <w:rsid w:val="00CC37B9"/>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8A27A8"/>
    <w:pPr>
      <w:spacing w:after="0" w:line="240" w:lineRule="auto"/>
    </w:pPr>
    <w:rPr>
      <w:rFonts w:ascii="Arial" w:hAnsi="Arial"/>
      <w:b/>
      <w:bCs/>
      <w:color w:val="auto"/>
      <w:sz w:val="20"/>
      <w:szCs w:val="20"/>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8A27A8"/>
    <w:rPr>
      <w:color w:val="467886" w:themeColor="hyperlink"/>
      <w:u w:val="single"/>
    </w:rPr>
  </w:style>
  <w:style w:type="character" w:styleId="UnresolvedMention">
    <w:name w:val="Unresolved Mention"/>
    <w:basedOn w:val="DefaultParagraphFont"/>
    <w:uiPriority w:val="99"/>
    <w:semiHidden/>
    <w:unhideWhenUsed/>
    <w:rsid w:val="008A27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andboek.pe1mew.nl/?Spelidee%C3%ABn:Headc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6</TotalTime>
  <Pages>1</Pages>
  <Words>153</Words>
  <Characters>877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dcterms:created xsi:type="dcterms:W3CDTF">2025-09-03T09:05:00Z</dcterms:created>
  <dcterms:modified xsi:type="dcterms:W3CDTF">2025-09-05T06:50:00Z</dcterms:modified>
</cp:coreProperties>
</file>